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powierzenia przetwarzania danych.docx</dmsv2BaseFileName>
    <dmsv2BaseDisplayName xmlns="http://schemas.microsoft.com/sharepoint/v3">Załącznik nr 6 do SWZ - Wzór umowy powierzenia przetwarzania danych</dmsv2BaseDisplayName>
    <dmsv2SWPP2ObjectNumber xmlns="http://schemas.microsoft.com/sharepoint/v3">POST/DYS/OLD/GZ/04643/2025                        </dmsv2SWPP2ObjectNumber>
    <dmsv2SWPP2SumMD5 xmlns="http://schemas.microsoft.com/sharepoint/v3">cb086002f2f4aa8b5eb6d8be99993cb0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24109077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JEUP5JKVCYQC-922955212-17043</_dlc_DocId>
    <_dlc_DocIdUrl xmlns="a19cb1c7-c5c7-46d4-85ae-d83685407bba">
      <Url>https://swpp2.dms.gkpge.pl/sites/41/_layouts/15/DocIdRedir.aspx?ID=JEUP5JKVCYQC-922955212-17043</Url>
      <Description>JEUP5JKVCYQC-922955212-17043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EE89FACF-B5A1-4A23-ADCE-0D2FEB1A5564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37DEC633-7272-4590-9C4B-112795A6B697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53cf3cef-b986-49f3-b739-e8b1c11b35be</vt:lpwstr>
  </property>
</Properties>
</file>